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566" o:spid="_x0000_s1026" type="#_x0000_t202" style="position:absolute;margin-left:39pt;margin-top:213.85pt;width:337.55pt;height:71.3pt;z-index:251659264;visibility:visible" fillcolor="window" strokecolor="#c0504d" strokeweight="2pt">
            <v:textbox>
              <w:txbxContent>
                <w:p w:rsidR="00B86606" w:rsidRPr="00E1669D" w:rsidRDefault="00B86606" w:rsidP="004F15B0">
                  <w:pPr>
                    <w:rPr>
                      <w:rFonts w:ascii="Arial" w:hAnsi="Arial"/>
                      <w:color w:val="C00000"/>
                      <w:sz w:val="40"/>
                      <w:szCs w:val="40"/>
                    </w:rPr>
                  </w:pPr>
                  <w:r w:rsidRPr="00E1669D">
                    <w:rPr>
                      <w:rFonts w:ascii="Arial" w:hAnsi="Arial"/>
                      <w:color w:val="C00000"/>
                      <w:sz w:val="40"/>
                      <w:szCs w:val="40"/>
                    </w:rPr>
                    <w:t>For Infrastructure Master Program</w:t>
                  </w:r>
                </w:p>
                <w:p w:rsidR="00B86606" w:rsidRPr="00E1669D" w:rsidRDefault="00B86606" w:rsidP="004F15B0">
                  <w:pPr>
                    <w:rPr>
                      <w:rFonts w:ascii="Arial" w:hAnsi="Arial"/>
                      <w:color w:val="C00000"/>
                      <w:sz w:val="40"/>
                      <w:szCs w:val="40"/>
                    </w:rPr>
                  </w:pPr>
                  <w:r w:rsidRPr="00E1669D">
                    <w:rPr>
                      <w:rFonts w:ascii="Arial" w:hAnsi="Arial"/>
                      <w:color w:val="C00000"/>
                      <w:sz w:val="40"/>
                      <w:szCs w:val="40"/>
                    </w:rPr>
                    <w:t xml:space="preserve">          Civil Engineering</w:t>
                  </w:r>
                </w:p>
                <w:p w:rsidR="00B86606" w:rsidRPr="00E1669D" w:rsidRDefault="00B86606" w:rsidP="004F15B0">
                  <w:pPr>
                    <w:rPr>
                      <w:rFonts w:ascii="Arial" w:hAnsi="Arial"/>
                      <w:sz w:val="40"/>
                      <w:szCs w:val="40"/>
                    </w:rPr>
                  </w:pPr>
                </w:p>
                <w:p w:rsidR="00B86606" w:rsidRPr="0090137F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مربع نص 565" o:spid="_x0000_s1027" type="#_x0000_t202" style="position:absolute;margin-left:76.3pt;margin-top:352.25pt;width:235pt;height:67.2pt;z-index:251658240;visibility:visible" fillcolor="window" strokecolor="#c0504d" strokeweight="2pt">
            <v:textbox>
              <w:txbxContent>
                <w:p w:rsidR="00B86606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  <w:r>
                    <w:rPr>
                      <w:rFonts w:ascii="Britannic Bold" w:hAnsi="Britannic Bold"/>
                      <w:sz w:val="48"/>
                      <w:szCs w:val="48"/>
                    </w:rPr>
                    <w:t xml:space="preserve">             BY                      </w:t>
                  </w:r>
                </w:p>
                <w:p w:rsidR="00B86606" w:rsidRDefault="00B86606" w:rsidP="004F15B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Assist. Prof. Dr. Basim Khalil   Nile                 </w:t>
                  </w:r>
                </w:p>
                <w:p w:rsidR="00B86606" w:rsidRDefault="00B86606" w:rsidP="004F15B0">
                  <w:pPr>
                    <w:rPr>
                      <w:sz w:val="32"/>
                      <w:szCs w:val="32"/>
                    </w:rPr>
                  </w:pPr>
                </w:p>
                <w:p w:rsidR="00B86606" w:rsidRPr="00C5611A" w:rsidRDefault="00B86606" w:rsidP="004F15B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Nile</w:t>
                  </w:r>
                </w:p>
                <w:p w:rsidR="00B86606" w:rsidRPr="0090137F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مربع نص 563" o:spid="_x0000_s1028" type="#_x0000_t202" style="position:absolute;margin-left:23.25pt;margin-top:132.25pt;width:366.1pt;height:46.15pt;z-index:251657216;visibility:visible" fillcolor="window" strokecolor="#c0504d" strokeweight="2pt">
            <v:textbox>
              <w:txbxContent>
                <w:p w:rsidR="00B86606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  <w:r>
                    <w:rPr>
                      <w:rFonts w:ascii="Britannic Bold" w:hAnsi="Britannic Bold"/>
                      <w:sz w:val="48"/>
                      <w:szCs w:val="48"/>
                    </w:rPr>
                    <w:t xml:space="preserve"> Appurtenances 0fsewer system</w:t>
                  </w:r>
                </w:p>
                <w:p w:rsidR="00B86606" w:rsidRPr="0090137F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مربع نص 562" o:spid="_x0000_s1029" type="#_x0000_t202" style="position:absolute;margin-left:11.75pt;margin-top:57.5pt;width:399.35pt;height:46.15pt;z-index:251656192;visibility:visible" strokecolor="#c0504d" strokeweight="2pt">
            <v:textbox>
              <w:txbxContent>
                <w:p w:rsidR="00B86606" w:rsidRPr="0090137F" w:rsidRDefault="00B86606" w:rsidP="004F15B0">
                  <w:pPr>
                    <w:rPr>
                      <w:rFonts w:ascii="Britannic Bold" w:hAnsi="Britannic Bold"/>
                      <w:sz w:val="48"/>
                      <w:szCs w:val="48"/>
                    </w:rPr>
                  </w:pPr>
                  <w:r w:rsidRPr="0090137F">
                    <w:rPr>
                      <w:rFonts w:ascii="Britannic Bold" w:hAnsi="Britannic Bold"/>
                      <w:sz w:val="48"/>
                      <w:szCs w:val="48"/>
                    </w:rPr>
                    <w:t xml:space="preserve">Design of sanitary sewer system </w:t>
                  </w:r>
                </w:p>
              </w:txbxContent>
            </v:textbox>
          </v:shape>
        </w:pict>
      </w: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520" o:spid="_x0000_i1025" type="#_x0000_t75" style="width:468.75pt;height:4in;visibility:visible">
            <v:imagedata r:id="rId6" o:title="" croptop="7835f"/>
          </v:shape>
        </w:pict>
      </w:r>
    </w:p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</w:pPr>
    </w:p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1" o:spid="_x0000_i1026" type="#_x0000_t75" style="width:468.75pt;height:258.75pt;visibility:visible">
            <v:imagedata r:id="rId7" o:title="" croptop="7981f"/>
          </v:shape>
        </w:pict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2" o:spid="_x0000_i1027" type="#_x0000_t75" style="width:468.75pt;height:303pt;visibility:visible">
            <v:imagedata r:id="rId8" o:title="" croptop="7981f"/>
          </v:shape>
        </w:pict>
      </w:r>
    </w:p>
    <w:p w:rsidR="00B86606" w:rsidRDefault="00B86606" w:rsidP="004F15B0">
      <w:pPr>
        <w:spacing w:before="100" w:beforeAutospacing="1" w:after="100" w:afterAutospacing="1" w:line="240" w:lineRule="auto"/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3" o:spid="_x0000_i1028" type="#_x0000_t75" style="width:468.75pt;height:290.25pt;visibility:visible">
            <v:imagedata r:id="rId9" o:title="" croptop="7981f"/>
          </v:shape>
        </w:pict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4" o:spid="_x0000_i1029" type="#_x0000_t75" style="width:459pt;height:286.5pt;visibility:visible">
            <v:imagedata r:id="rId10" o:title="" croptop="8118f"/>
          </v:shape>
        </w:pict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5" o:spid="_x0000_i1030" type="#_x0000_t75" style="width:459pt;height:304.5pt;visibility:visible">
            <v:imagedata r:id="rId11" o:title="" croptop="8264f"/>
          </v:shape>
        </w:pict>
      </w: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6" o:spid="_x0000_i1031" type="#_x0000_t75" style="width:468.75pt;height:345.75pt;visibility:visible">
            <v:imagedata r:id="rId12" o:title="" croptop="7680f"/>
          </v:shape>
        </w:pict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7" o:spid="_x0000_i1032" type="#_x0000_t75" style="width:468.75pt;height:274.5pt;visibility:visible">
            <v:imagedata r:id="rId13" o:title="" croptop="7981f"/>
          </v:shape>
        </w:pict>
      </w: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8" o:spid="_x0000_i1033" type="#_x0000_t75" style="width:411.75pt;height:274.5pt;visibility:visible">
            <v:imagedata r:id="rId14" o:title="" croptop="7981f"/>
          </v:shape>
        </w:pict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29" o:spid="_x0000_i1034" type="#_x0000_t75" style="width:411.75pt;height:274.5pt;visibility:visible">
            <v:imagedata r:id="rId15" o:title="" croptop="7981f"/>
          </v:shape>
        </w:pict>
      </w:r>
      <w: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  <w:br w:type="page"/>
      </w:r>
    </w:p>
    <w:p w:rsidR="00B86606" w:rsidRDefault="00B86606" w:rsidP="004F15B0">
      <w:pPr>
        <w:rPr>
          <w:rFonts w:ascii="Verdana" w:hAnsi="Verdana" w:cs="Times New Roman"/>
          <w:b/>
          <w:bCs/>
          <w:color w:val="901818"/>
          <w:sz w:val="24"/>
          <w:szCs w:val="24"/>
          <w:u w:val="single"/>
        </w:rPr>
      </w:pP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31" o:spid="_x0000_i1035" type="#_x0000_t75" style="width:383.25pt;height:252.75pt;visibility:visible">
            <v:imagedata r:id="rId16" o:title="" croptop="9258f" cropbottom="3338f" cropleft="4492f"/>
          </v:shape>
        </w:pict>
      </w:r>
      <w:r w:rsidRPr="00E1669D">
        <w:rPr>
          <w:rFonts w:ascii="Verdana" w:hAnsi="Verdana" w:cs="Times New Roman"/>
          <w:b/>
          <w:bCs/>
          <w:noProof/>
          <w:color w:val="901818"/>
          <w:sz w:val="24"/>
          <w:szCs w:val="24"/>
          <w:u w:val="single"/>
        </w:rPr>
        <w:pict>
          <v:shape id="صورة 530" o:spid="_x0000_i1036" type="#_x0000_t75" style="width:389.25pt;height:177pt;visibility:visible">
            <v:imagedata r:id="rId17" o:title="" croptop="9258f" cropbottom="18744f" cropleft="4273f"/>
          </v:shape>
        </w:pict>
      </w:r>
    </w:p>
    <w:p w:rsidR="00B86606" w:rsidRPr="004F15B0" w:rsidRDefault="00B86606" w:rsidP="004F15B0"/>
    <w:sectPr w:rsidR="00B86606" w:rsidRPr="004F15B0" w:rsidSect="004A771D">
      <w:footerReference w:type="default" r:id="rId1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06" w:rsidRDefault="00B86606" w:rsidP="00672E51">
      <w:pPr>
        <w:spacing w:after="0" w:line="240" w:lineRule="auto"/>
      </w:pPr>
      <w:r>
        <w:separator/>
      </w:r>
    </w:p>
  </w:endnote>
  <w:endnote w:type="continuationSeparator" w:id="1">
    <w:p w:rsidR="00B86606" w:rsidRDefault="00B86606" w:rsidP="0067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06" w:rsidRDefault="00B86606">
    <w:pPr>
      <w:pStyle w:val="Footer"/>
      <w:jc w:val="right"/>
    </w:pPr>
    <w:fldSimple w:instr="PAGE   \* MERGEFORMAT">
      <w:r w:rsidRPr="004F15B0">
        <w:rPr>
          <w:rFonts w:cs="Calibri"/>
          <w:noProof/>
          <w:lang w:val="ar-SA"/>
        </w:rPr>
        <w:t>9</w:t>
      </w:r>
    </w:fldSimple>
  </w:p>
  <w:p w:rsidR="00B86606" w:rsidRDefault="00B866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06" w:rsidRDefault="00B86606" w:rsidP="00672E51">
      <w:pPr>
        <w:spacing w:after="0" w:line="240" w:lineRule="auto"/>
      </w:pPr>
      <w:r>
        <w:separator/>
      </w:r>
    </w:p>
  </w:footnote>
  <w:footnote w:type="continuationSeparator" w:id="1">
    <w:p w:rsidR="00B86606" w:rsidRDefault="00B86606" w:rsidP="00672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FD6"/>
    <w:rsid w:val="000B4509"/>
    <w:rsid w:val="000D0C1A"/>
    <w:rsid w:val="000E25DB"/>
    <w:rsid w:val="000F2137"/>
    <w:rsid w:val="00125D40"/>
    <w:rsid w:val="001722F3"/>
    <w:rsid w:val="002374AE"/>
    <w:rsid w:val="0024357E"/>
    <w:rsid w:val="00264508"/>
    <w:rsid w:val="00294711"/>
    <w:rsid w:val="002D49B3"/>
    <w:rsid w:val="00345BBD"/>
    <w:rsid w:val="00355CE3"/>
    <w:rsid w:val="00390742"/>
    <w:rsid w:val="003B32B5"/>
    <w:rsid w:val="003E59D6"/>
    <w:rsid w:val="003E5A1A"/>
    <w:rsid w:val="003F4390"/>
    <w:rsid w:val="004974DD"/>
    <w:rsid w:val="004A771D"/>
    <w:rsid w:val="004B1ADD"/>
    <w:rsid w:val="004F15B0"/>
    <w:rsid w:val="005725B8"/>
    <w:rsid w:val="005B7A70"/>
    <w:rsid w:val="005B7DE6"/>
    <w:rsid w:val="0062089D"/>
    <w:rsid w:val="00653B01"/>
    <w:rsid w:val="00672E51"/>
    <w:rsid w:val="006A008A"/>
    <w:rsid w:val="006A15F0"/>
    <w:rsid w:val="006B01D3"/>
    <w:rsid w:val="006C6C5B"/>
    <w:rsid w:val="00702EA9"/>
    <w:rsid w:val="00790395"/>
    <w:rsid w:val="007E14DE"/>
    <w:rsid w:val="007E4868"/>
    <w:rsid w:val="008161E2"/>
    <w:rsid w:val="008374F1"/>
    <w:rsid w:val="008704D8"/>
    <w:rsid w:val="00877737"/>
    <w:rsid w:val="008D6B0F"/>
    <w:rsid w:val="008F7460"/>
    <w:rsid w:val="0090137F"/>
    <w:rsid w:val="00907566"/>
    <w:rsid w:val="00943C82"/>
    <w:rsid w:val="009A5500"/>
    <w:rsid w:val="009B5C68"/>
    <w:rsid w:val="009D7652"/>
    <w:rsid w:val="009F0B14"/>
    <w:rsid w:val="009F643A"/>
    <w:rsid w:val="00A14249"/>
    <w:rsid w:val="00A75B39"/>
    <w:rsid w:val="00B340AC"/>
    <w:rsid w:val="00B83E81"/>
    <w:rsid w:val="00B86606"/>
    <w:rsid w:val="00B95B94"/>
    <w:rsid w:val="00C5611A"/>
    <w:rsid w:val="00C62B39"/>
    <w:rsid w:val="00C67A41"/>
    <w:rsid w:val="00D84EBA"/>
    <w:rsid w:val="00D97BA8"/>
    <w:rsid w:val="00DD0E60"/>
    <w:rsid w:val="00DD2D9D"/>
    <w:rsid w:val="00DD400E"/>
    <w:rsid w:val="00E1669D"/>
    <w:rsid w:val="00E2011B"/>
    <w:rsid w:val="00E44817"/>
    <w:rsid w:val="00EA5238"/>
    <w:rsid w:val="00EF1ED6"/>
    <w:rsid w:val="00EF24DD"/>
    <w:rsid w:val="00F01F05"/>
    <w:rsid w:val="00F44602"/>
    <w:rsid w:val="00F803B1"/>
    <w:rsid w:val="00FA58CB"/>
    <w:rsid w:val="00FB2528"/>
    <w:rsid w:val="00FC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C8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7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D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72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72E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72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72E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279</TotalTime>
  <Pages>9</Pages>
  <Words>6</Words>
  <Characters>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كلية الهندسة</cp:lastModifiedBy>
  <cp:revision>19</cp:revision>
  <dcterms:created xsi:type="dcterms:W3CDTF">2014-10-10T12:51:00Z</dcterms:created>
  <dcterms:modified xsi:type="dcterms:W3CDTF">2016-01-19T16:54:00Z</dcterms:modified>
</cp:coreProperties>
</file>